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A0101" w14:paraId="7EA5A57B" w14:textId="77777777" w:rsidTr="0060125F">
        <w:trPr>
          <w:trHeight w:val="1418"/>
        </w:trPr>
        <w:tc>
          <w:tcPr>
            <w:tcW w:w="6350" w:type="dxa"/>
            <w:shd w:val="clear" w:color="auto" w:fill="auto"/>
          </w:tcPr>
          <w:p w14:paraId="5FCD60E6" w14:textId="6081648E" w:rsidR="00D40650" w:rsidRPr="009A0101" w:rsidRDefault="00ED4D95" w:rsidP="00DF44DF">
            <w:pPr>
              <w:pStyle w:val="TableContents"/>
              <w:rPr>
                <w:b/>
              </w:rPr>
            </w:pPr>
            <w:r w:rsidRPr="009A0101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66F7674D">
                  <wp:simplePos x="0" y="0"/>
                  <wp:positionH relativeFrom="page">
                    <wp:posOffset>-399415</wp:posOffset>
                  </wp:positionH>
                  <wp:positionV relativeFrom="page">
                    <wp:posOffset>-212725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A0101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77402873" w14:textId="59745F85" w:rsidR="00424ECA" w:rsidRPr="00AB3240" w:rsidRDefault="001F3589" w:rsidP="00424ECA">
      <w:pPr>
        <w:spacing w:line="240" w:lineRule="auto"/>
        <w:rPr>
          <w:bCs/>
          <w:noProof/>
        </w:rPr>
      </w:pPr>
      <w:r>
        <w:t>Siseministeeriumi infotehnoloogia- ja arenduskeskus</w:t>
      </w:r>
      <w:r w:rsidR="00BF3E90">
        <w:rPr>
          <w:bCs/>
          <w:noProof/>
          <w:color w:val="000000"/>
        </w:rPr>
        <w:tab/>
      </w:r>
      <w:r w:rsidR="0060125F">
        <w:rPr>
          <w:bCs/>
          <w:noProof/>
          <w:color w:val="000000"/>
        </w:rPr>
        <w:t xml:space="preserve">      </w:t>
      </w:r>
      <w:r w:rsidR="00424ECA" w:rsidRPr="00A06B76">
        <w:rPr>
          <w:bCs/>
          <w:noProof/>
          <w:color w:val="000000"/>
        </w:rPr>
        <w:t xml:space="preserve">Meie </w:t>
      </w:r>
      <w:r>
        <w:rPr>
          <w:bCs/>
          <w:noProof/>
          <w:color w:val="000000" w:themeColor="text1"/>
        </w:rPr>
        <w:t>10.01</w:t>
      </w:r>
      <w:r w:rsidR="00B42C87">
        <w:rPr>
          <w:bCs/>
          <w:noProof/>
          <w:color w:val="000000" w:themeColor="text1"/>
        </w:rPr>
        <w:t>.202</w:t>
      </w:r>
      <w:r>
        <w:rPr>
          <w:bCs/>
          <w:noProof/>
          <w:color w:val="000000" w:themeColor="text1"/>
        </w:rPr>
        <w:t>4</w:t>
      </w:r>
      <w:r w:rsidR="00424ECA" w:rsidRPr="00D21088">
        <w:rPr>
          <w:bCs/>
          <w:noProof/>
          <w:color w:val="000000" w:themeColor="text1"/>
        </w:rPr>
        <w:t xml:space="preserve"> </w:t>
      </w:r>
      <w:r w:rsidR="00424ECA" w:rsidRPr="00A06B76">
        <w:rPr>
          <w:bCs/>
          <w:noProof/>
          <w:color w:val="000000"/>
        </w:rPr>
        <w:t xml:space="preserve">nr </w:t>
      </w:r>
      <w:r w:rsidR="00424ECA" w:rsidRPr="00AB3240">
        <w:rPr>
          <w:bCs/>
          <w:noProof/>
        </w:rPr>
        <w:t>12.2-10/</w:t>
      </w:r>
      <w:r>
        <w:rPr>
          <w:bCs/>
          <w:noProof/>
        </w:rPr>
        <w:t>6</w:t>
      </w:r>
    </w:p>
    <w:p w14:paraId="2D58C5EF" w14:textId="77777777" w:rsidR="00D81353" w:rsidRDefault="00424ECA" w:rsidP="008B5BEA">
      <w:pPr>
        <w:pStyle w:val="Default"/>
      </w:pPr>
      <w:r w:rsidRPr="006B4DBF">
        <w:rPr>
          <w:color w:val="auto"/>
        </w:rPr>
        <w:t>e-pos</w:t>
      </w:r>
      <w:r w:rsidR="00B66BA3">
        <w:t xml:space="preserve">t: </w:t>
      </w:r>
      <w:hyperlink r:id="rId9" w:history="1">
        <w:r w:rsidR="00D81353" w:rsidRPr="00F13B62">
          <w:rPr>
            <w:rStyle w:val="Hperlink"/>
          </w:rPr>
          <w:t>smit@smit.ee</w:t>
        </w:r>
      </w:hyperlink>
      <w:r w:rsidR="00D81353">
        <w:t xml:space="preserve"> </w:t>
      </w:r>
      <w:r w:rsidR="00D81353" w:rsidRPr="00D81353">
        <w:t xml:space="preserve"> </w:t>
      </w:r>
    </w:p>
    <w:p w14:paraId="0DA527C0" w14:textId="420F8C2B" w:rsidR="00345ACC" w:rsidRPr="008B5BEA" w:rsidRDefault="009F71AC" w:rsidP="00D81353">
      <w:pPr>
        <w:pStyle w:val="Default"/>
        <w:ind w:firstLine="709"/>
        <w:rPr>
          <w:rStyle w:val="Hperlink"/>
          <w:color w:val="000000"/>
          <w:u w:val="none"/>
        </w:rPr>
      </w:pPr>
      <w:hyperlink r:id="rId10" w:history="1">
        <w:r w:rsidR="00D81353" w:rsidRPr="00F13B62">
          <w:rPr>
            <w:rStyle w:val="Hperlink"/>
          </w:rPr>
          <w:t>lagle.sokmann@smit.ee</w:t>
        </w:r>
      </w:hyperlink>
      <w:r w:rsidR="00D81353">
        <w:t xml:space="preserve"> </w:t>
      </w:r>
    </w:p>
    <w:p w14:paraId="75A78EBF" w14:textId="77777777" w:rsidR="0077313F" w:rsidRDefault="0077313F" w:rsidP="00DC7754">
      <w:pPr>
        <w:spacing w:line="240" w:lineRule="auto"/>
        <w:ind w:right="-1"/>
        <w:rPr>
          <w:noProof/>
        </w:rPr>
      </w:pPr>
    </w:p>
    <w:p w14:paraId="24A59A7D" w14:textId="77777777" w:rsidR="00D81353" w:rsidRDefault="00D81353" w:rsidP="00DC7754">
      <w:pPr>
        <w:spacing w:line="240" w:lineRule="auto"/>
        <w:ind w:right="-1"/>
        <w:rPr>
          <w:noProof/>
        </w:rPr>
      </w:pPr>
      <w:r w:rsidRPr="00D81353">
        <w:rPr>
          <w:noProof/>
        </w:rPr>
        <w:t>AS Finestmedia</w:t>
      </w:r>
    </w:p>
    <w:p w14:paraId="0717A05E" w14:textId="6B78D1CD" w:rsidR="001D3BAD" w:rsidRDefault="001D3BAD" w:rsidP="00DC7754">
      <w:pPr>
        <w:spacing w:line="240" w:lineRule="auto"/>
        <w:ind w:right="-1"/>
        <w:rPr>
          <w:noProof/>
        </w:rPr>
      </w:pPr>
      <w:r>
        <w:rPr>
          <w:noProof/>
        </w:rPr>
        <w:t xml:space="preserve">e-post: </w:t>
      </w:r>
      <w:hyperlink r:id="rId11" w:history="1">
        <w:r w:rsidR="00D81353" w:rsidRPr="00F13B62">
          <w:rPr>
            <w:rStyle w:val="Hperlink"/>
          </w:rPr>
          <w:t>agnes.kuusalu@finestmedia.ee</w:t>
        </w:r>
      </w:hyperlink>
      <w:r w:rsidR="00D81353">
        <w:t xml:space="preserve"> </w:t>
      </w:r>
    </w:p>
    <w:p w14:paraId="4C1E67A9" w14:textId="108CD6FE" w:rsidR="0077313F" w:rsidRDefault="00B00940" w:rsidP="00DC7754">
      <w:pPr>
        <w:spacing w:line="240" w:lineRule="auto"/>
        <w:ind w:right="-1"/>
        <w:rPr>
          <w:noProof/>
        </w:rPr>
      </w:pPr>
      <w:r>
        <w:rPr>
          <w:noProof/>
        </w:rPr>
        <w:tab/>
      </w:r>
      <w:hyperlink r:id="rId12" w:history="1">
        <w:r w:rsidR="00D81353" w:rsidRPr="00F13B62">
          <w:rPr>
            <w:rStyle w:val="Hperlink"/>
          </w:rPr>
          <w:t>jan.urva@finestmedia.ee</w:t>
        </w:r>
      </w:hyperlink>
      <w:r w:rsidR="00D81353">
        <w:t xml:space="preserve"> </w:t>
      </w:r>
    </w:p>
    <w:p w14:paraId="2C96852F" w14:textId="77777777" w:rsidR="00B00940" w:rsidRDefault="00B00940" w:rsidP="00DC7754">
      <w:pPr>
        <w:spacing w:line="240" w:lineRule="auto"/>
        <w:ind w:right="-1"/>
        <w:rPr>
          <w:noProof/>
        </w:rPr>
      </w:pPr>
    </w:p>
    <w:p w14:paraId="52F92287" w14:textId="77777777" w:rsidR="0060125F" w:rsidRPr="006B4DBF" w:rsidRDefault="0060125F" w:rsidP="00DC7754">
      <w:pPr>
        <w:spacing w:line="240" w:lineRule="auto"/>
        <w:ind w:right="-1"/>
        <w:rPr>
          <w:noProof/>
        </w:rPr>
      </w:pPr>
    </w:p>
    <w:p w14:paraId="0530BB10" w14:textId="7E8D7E56" w:rsidR="00EC1D68" w:rsidRPr="006B4DBF" w:rsidRDefault="00EC1D68" w:rsidP="00EC1D68">
      <w:pPr>
        <w:spacing w:line="240" w:lineRule="auto"/>
        <w:ind w:right="-285"/>
        <w:rPr>
          <w:b/>
        </w:rPr>
      </w:pPr>
      <w:r w:rsidRPr="006B4DBF">
        <w:rPr>
          <w:b/>
        </w:rPr>
        <w:t>Vaidlustuse</w:t>
      </w:r>
      <w:r w:rsidR="00122EA4">
        <w:rPr>
          <w:b/>
        </w:rPr>
        <w:t xml:space="preserve"> </w:t>
      </w:r>
      <w:r w:rsidR="0060125F">
        <w:rPr>
          <w:b/>
        </w:rPr>
        <w:t>esitamise</w:t>
      </w:r>
      <w:r w:rsidRPr="006B4DBF">
        <w:rPr>
          <w:b/>
        </w:rPr>
        <w:t xml:space="preserve"> teade</w:t>
      </w:r>
    </w:p>
    <w:p w14:paraId="23986ABB" w14:textId="77777777" w:rsidR="009F71AC" w:rsidRDefault="009F71AC" w:rsidP="001145A3">
      <w:pPr>
        <w:spacing w:line="240" w:lineRule="auto"/>
        <w:ind w:right="-1"/>
        <w:rPr>
          <w:noProof/>
        </w:rPr>
      </w:pPr>
    </w:p>
    <w:p w14:paraId="16EDE15B" w14:textId="27E55270" w:rsidR="00515402" w:rsidRDefault="0060125F" w:rsidP="001145A3">
      <w:pPr>
        <w:spacing w:line="240" w:lineRule="auto"/>
        <w:ind w:right="-1"/>
      </w:pPr>
      <w:r>
        <w:rPr>
          <w:noProof/>
        </w:rPr>
        <w:t>Teatame</w:t>
      </w:r>
      <w:r w:rsidR="00122EA4">
        <w:rPr>
          <w:noProof/>
        </w:rPr>
        <w:t xml:space="preserve"> Teile</w:t>
      </w:r>
      <w:r>
        <w:rPr>
          <w:noProof/>
        </w:rPr>
        <w:t>, et</w:t>
      </w:r>
      <w:r w:rsidR="00024CA7">
        <w:rPr>
          <w:noProof/>
        </w:rPr>
        <w:t xml:space="preserve"> </w:t>
      </w:r>
      <w:r w:rsidR="001F3589" w:rsidRPr="001F3589">
        <w:rPr>
          <w:b/>
          <w:bCs/>
          <w:noProof/>
        </w:rPr>
        <w:t>SRINI OÜ</w:t>
      </w:r>
      <w:r w:rsidR="001F3589">
        <w:rPr>
          <w:b/>
          <w:bCs/>
          <w:noProof/>
        </w:rPr>
        <w:t xml:space="preserve"> </w:t>
      </w:r>
      <w:r w:rsidRPr="0060125F">
        <w:rPr>
          <w:noProof/>
        </w:rPr>
        <w:t>esitas</w:t>
      </w:r>
      <w:r>
        <w:rPr>
          <w:b/>
          <w:bCs/>
          <w:noProof/>
        </w:rPr>
        <w:t xml:space="preserve"> </w:t>
      </w:r>
      <w:r w:rsidR="001145A3">
        <w:rPr>
          <w:rFonts w:eastAsia="Times New Roman"/>
        </w:rPr>
        <w:t>0</w:t>
      </w:r>
      <w:r w:rsidR="00D81353">
        <w:rPr>
          <w:rFonts w:eastAsia="Times New Roman"/>
        </w:rPr>
        <w:t>9</w:t>
      </w:r>
      <w:r w:rsidR="001D3BAD" w:rsidRPr="001D3BAD">
        <w:rPr>
          <w:rFonts w:eastAsia="Times New Roman"/>
        </w:rPr>
        <w:t>.</w:t>
      </w:r>
      <w:r w:rsidR="00D81353">
        <w:rPr>
          <w:rFonts w:eastAsia="Times New Roman"/>
        </w:rPr>
        <w:t>0</w:t>
      </w:r>
      <w:r w:rsidR="001145A3">
        <w:rPr>
          <w:rFonts w:eastAsia="Times New Roman"/>
        </w:rPr>
        <w:t>1</w:t>
      </w:r>
      <w:r w:rsidR="001D3BAD" w:rsidRPr="001D3BAD">
        <w:rPr>
          <w:rFonts w:eastAsia="Times New Roman"/>
        </w:rPr>
        <w:t>.202</w:t>
      </w:r>
      <w:r w:rsidR="00D81353">
        <w:rPr>
          <w:rFonts w:eastAsia="Times New Roman"/>
        </w:rPr>
        <w:t>4</w:t>
      </w:r>
      <w:r w:rsidR="001D3BAD">
        <w:rPr>
          <w:rFonts w:eastAsia="Times New Roman"/>
          <w:b/>
          <w:bCs/>
        </w:rPr>
        <w:t xml:space="preserve"> </w:t>
      </w:r>
      <w:r w:rsidR="00424ECA" w:rsidRPr="006B4DBF">
        <w:t xml:space="preserve">vaidlustuse </w:t>
      </w:r>
      <w:r w:rsidR="00D81353" w:rsidRPr="00D81353">
        <w:t>Siseministeeriumi infotehnoloogia- ja arenduskeskus</w:t>
      </w:r>
      <w:r w:rsidR="00D81353">
        <w:t xml:space="preserve">e </w:t>
      </w:r>
      <w:r w:rsidR="00D652B9">
        <w:rPr>
          <w:bCs/>
        </w:rPr>
        <w:t xml:space="preserve">riigihankes </w:t>
      </w:r>
      <w:r w:rsidR="00D652B9" w:rsidRPr="00DA257B">
        <w:rPr>
          <w:bCs/>
        </w:rPr>
        <w:t>„</w:t>
      </w:r>
      <w:r w:rsidR="00D81353" w:rsidRPr="00D81353">
        <w:t>e-Politsei arendustööd</w:t>
      </w:r>
      <w:r w:rsidR="00D652B9">
        <w:t>“</w:t>
      </w:r>
      <w:r w:rsidR="00D652B9">
        <w:rPr>
          <w:bCs/>
        </w:rPr>
        <w:t xml:space="preserve"> </w:t>
      </w:r>
      <w:r w:rsidR="00D652B9" w:rsidRPr="00016F60">
        <w:t xml:space="preserve">(viitenumber </w:t>
      </w:r>
      <w:r w:rsidR="00D81353">
        <w:t>272138</w:t>
      </w:r>
      <w:r w:rsidR="00D652B9" w:rsidRPr="00016F60">
        <w:t>)</w:t>
      </w:r>
      <w:r w:rsidR="00D652B9">
        <w:t xml:space="preserve"> </w:t>
      </w:r>
      <w:r w:rsidR="00D81353">
        <w:t>SRINI</w:t>
      </w:r>
      <w:r w:rsidR="001145A3">
        <w:t xml:space="preserve"> OÜ </w:t>
      </w:r>
      <w:r w:rsidR="00D81353">
        <w:t>hankemenetlusest kõrvaldamise</w:t>
      </w:r>
      <w:r w:rsidR="001145A3">
        <w:t xml:space="preserve"> ning </w:t>
      </w:r>
      <w:r w:rsidR="00D81353">
        <w:t>AS</w:t>
      </w:r>
      <w:r>
        <w:t>-i</w:t>
      </w:r>
      <w:r w:rsidR="00D81353">
        <w:t xml:space="preserve"> Finestmedia</w:t>
      </w:r>
      <w:r w:rsidR="001145A3">
        <w:t xml:space="preserve"> pakkumuse edukaks tunnistamise </w:t>
      </w:r>
      <w:r w:rsidR="00B31DBD">
        <w:t>otsus</w:t>
      </w:r>
      <w:r w:rsidR="00D81353">
        <w:t>t</w:t>
      </w:r>
      <w:r w:rsidR="00B31DBD">
        <w:t>ele</w:t>
      </w:r>
      <w:r w:rsidR="00220C9B">
        <w:t xml:space="preserve"> </w:t>
      </w:r>
      <w:r w:rsidR="00C474E9" w:rsidRPr="006B4DBF">
        <w:t>(vaidlustus</w:t>
      </w:r>
      <w:r w:rsidR="00E62EA4">
        <w:t xml:space="preserve"> </w:t>
      </w:r>
      <w:r w:rsidR="00C474E9" w:rsidRPr="006B4DBF">
        <w:t>lisatud).</w:t>
      </w:r>
      <w:r w:rsidR="00122EA4">
        <w:t xml:space="preserve"> </w:t>
      </w:r>
    </w:p>
    <w:p w14:paraId="5D4D8766" w14:textId="77777777" w:rsidR="0077313F" w:rsidRDefault="0077313F" w:rsidP="0034019C">
      <w:pPr>
        <w:spacing w:line="240" w:lineRule="auto"/>
        <w:ind w:right="-1"/>
      </w:pPr>
    </w:p>
    <w:p w14:paraId="0CA416AD" w14:textId="0B5D4208" w:rsidR="0077313F" w:rsidRPr="006B3611" w:rsidRDefault="0077313F" w:rsidP="00DD3EAF">
      <w:pPr>
        <w:spacing w:line="240" w:lineRule="auto"/>
        <w:ind w:right="-1"/>
        <w:rPr>
          <w:noProof/>
        </w:rPr>
      </w:pPr>
      <w:r w:rsidRPr="00540F5B">
        <w:rPr>
          <w:noProof/>
          <w:color w:val="000000"/>
        </w:rPr>
        <w:t>Riigihangete seaduse (edaspidi RHS) § 192 l</w:t>
      </w:r>
      <w:r>
        <w:rPr>
          <w:noProof/>
          <w:color w:val="000000"/>
        </w:rPr>
        <w:t>g</w:t>
      </w:r>
      <w:r w:rsidRPr="00540F5B">
        <w:rPr>
          <w:noProof/>
          <w:color w:val="000000"/>
        </w:rPr>
        <w:t xml:space="preserve"> 5 alusel kaasab vaidlustuskomisjon esitatud vaidlustuse menetlusse kolmanda isikuna </w:t>
      </w:r>
      <w:r w:rsidR="00D81353" w:rsidRPr="00D81353">
        <w:rPr>
          <w:b/>
          <w:bCs/>
          <w:noProof/>
        </w:rPr>
        <w:t>AS</w:t>
      </w:r>
      <w:r w:rsidR="0060125F">
        <w:rPr>
          <w:b/>
          <w:bCs/>
          <w:noProof/>
        </w:rPr>
        <w:t>-i</w:t>
      </w:r>
      <w:r w:rsidR="00D81353" w:rsidRPr="00D81353">
        <w:rPr>
          <w:b/>
          <w:bCs/>
          <w:noProof/>
        </w:rPr>
        <w:t xml:space="preserve"> Finestmedia</w:t>
      </w:r>
      <w:r w:rsidR="00DD3EAF">
        <w:rPr>
          <w:noProof/>
        </w:rPr>
        <w:t>.</w:t>
      </w:r>
    </w:p>
    <w:p w14:paraId="466B7988" w14:textId="77777777" w:rsidR="0034019C" w:rsidRPr="006B4DBF" w:rsidRDefault="0034019C" w:rsidP="0034019C">
      <w:pPr>
        <w:spacing w:line="240" w:lineRule="auto"/>
        <w:ind w:right="-1"/>
      </w:pPr>
    </w:p>
    <w:p w14:paraId="50D416E9" w14:textId="59168743" w:rsidR="00CE6FA7" w:rsidRPr="006B4DBF" w:rsidRDefault="000A538E" w:rsidP="000A538E">
      <w:pPr>
        <w:widowControl/>
        <w:suppressAutoHyphens w:val="0"/>
        <w:spacing w:line="240" w:lineRule="auto"/>
      </w:pPr>
      <w:r w:rsidRPr="006B4DBF">
        <w:t>RHS § 194 lõigete 5 ja 6 alusel palume hankijal</w:t>
      </w:r>
      <w:r w:rsidR="001D3BAD">
        <w:t xml:space="preserve"> ja kolmandal isikul</w:t>
      </w:r>
      <w:r w:rsidR="00220C9B">
        <w:t xml:space="preserve"> </w:t>
      </w:r>
      <w:r w:rsidRPr="006B4DBF">
        <w:rPr>
          <w:b/>
          <w:bCs/>
        </w:rPr>
        <w:t>kolme tööpäeva</w:t>
      </w:r>
      <w:r w:rsidRPr="006B4DBF">
        <w:t xml:space="preserve"> jooksul, </w:t>
      </w:r>
      <w:r w:rsidRPr="002F373C">
        <w:t xml:space="preserve">st hiljemalt </w:t>
      </w:r>
      <w:r w:rsidR="00D81353">
        <w:rPr>
          <w:b/>
          <w:bCs/>
        </w:rPr>
        <w:t>15</w:t>
      </w:r>
      <w:r w:rsidR="00B42C87" w:rsidRPr="002F373C">
        <w:rPr>
          <w:b/>
          <w:bCs/>
        </w:rPr>
        <w:t>.</w:t>
      </w:r>
      <w:r w:rsidR="00D81353">
        <w:rPr>
          <w:b/>
          <w:bCs/>
        </w:rPr>
        <w:t>0</w:t>
      </w:r>
      <w:r w:rsidR="001145A3">
        <w:rPr>
          <w:b/>
          <w:bCs/>
        </w:rPr>
        <w:t>1</w:t>
      </w:r>
      <w:r w:rsidR="00B42C87" w:rsidRPr="002F373C">
        <w:rPr>
          <w:b/>
          <w:bCs/>
        </w:rPr>
        <w:t>.2023</w:t>
      </w:r>
      <w:r w:rsidRPr="002F373C">
        <w:t xml:space="preserve">, esitada Riigihangete vaidlustuskomisjonile kirjalik vastus vaidlustuse kohta ning kõik vaidlustuse lahendamiseks vajalikud dokumendid, mis pole kättesaadavad riigihangete registrist. Samuti palume selgelt </w:t>
      </w:r>
      <w:r w:rsidRPr="006B4DBF">
        <w:t>eristada menetlusosaliste ärisaladust sisaldavaid andmeid ja dokumente (olemasolul).</w:t>
      </w:r>
    </w:p>
    <w:p w14:paraId="7FB09053" w14:textId="0795814C" w:rsidR="0071684F" w:rsidRDefault="0071684F" w:rsidP="0071684F">
      <w:pPr>
        <w:widowControl/>
        <w:suppressAutoHyphens w:val="0"/>
        <w:spacing w:line="240" w:lineRule="auto"/>
      </w:pPr>
      <w:r w:rsidRPr="006B4DBF">
        <w:t>Palume anda teada, kas taotletakse vaidlustuse läbivaatamist avalikul istungil või kirjalikus menetluses.</w:t>
      </w:r>
    </w:p>
    <w:p w14:paraId="77CDACC9" w14:textId="77777777" w:rsidR="0034019C" w:rsidRDefault="0034019C" w:rsidP="0071684F">
      <w:pPr>
        <w:widowControl/>
        <w:suppressAutoHyphens w:val="0"/>
        <w:spacing w:line="240" w:lineRule="auto"/>
      </w:pPr>
    </w:p>
    <w:p w14:paraId="3768A4BE" w14:textId="3A453A3E" w:rsidR="0034019C" w:rsidRPr="00B35F1B" w:rsidRDefault="0034019C" w:rsidP="0034019C">
      <w:pPr>
        <w:pStyle w:val="Vahedeta"/>
      </w:pPr>
      <w:r w:rsidRPr="00B35F1B">
        <w:t xml:space="preserve">Tulenevalt RHS § 194 lõikest 4 ei ole </w:t>
      </w:r>
      <w:r w:rsidR="00D81353" w:rsidRPr="00D81353">
        <w:t>Siseministeeriumi infotehnoloogia- ja arenduskeskus</w:t>
      </w:r>
      <w:r w:rsidR="00D81353">
        <w:t xml:space="preserve">el </w:t>
      </w:r>
      <w:r w:rsidRPr="00023D43">
        <w:rPr>
          <w:rFonts w:cs="Times New Roman"/>
          <w:bCs/>
          <w:noProof/>
          <w:color w:val="000000"/>
          <w:szCs w:val="24"/>
        </w:rPr>
        <w:t>selles menetluses</w:t>
      </w:r>
      <w:r>
        <w:rPr>
          <w:rFonts w:cs="Times New Roman"/>
          <w:b/>
          <w:bCs/>
          <w:noProof/>
          <w:color w:val="000000"/>
          <w:szCs w:val="24"/>
        </w:rPr>
        <w:t xml:space="preserve"> </w:t>
      </w:r>
      <w:r w:rsidRPr="00C56513">
        <w:rPr>
          <w:rFonts w:cs="Times New Roman"/>
          <w:bCs/>
          <w:noProof/>
          <w:color w:val="000000"/>
          <w:szCs w:val="24"/>
        </w:rPr>
        <w:t>õi</w:t>
      </w:r>
      <w:r w:rsidRPr="00C56513">
        <w:t>gu</w:t>
      </w:r>
      <w:r w:rsidRPr="00B35F1B">
        <w:t xml:space="preserve">st sõlmida </w:t>
      </w:r>
      <w:r>
        <w:t xml:space="preserve">hankelepingut </w:t>
      </w:r>
      <w:r w:rsidRPr="00B35F1B">
        <w:t xml:space="preserve">käesoleva teate saamisest kuni RHS §-s 201 sätestatud tingimuse saabumiseni. </w:t>
      </w:r>
      <w:r w:rsidR="00C5713F">
        <w:t>Juhul, kui hankeleping on juba sõlmitud, palume sellest viivitamata teada anda ning edastada sõlmitud leping.</w:t>
      </w:r>
    </w:p>
    <w:p w14:paraId="421398F6" w14:textId="77777777" w:rsidR="00775FF6" w:rsidRDefault="00775FF6" w:rsidP="0071684F">
      <w:pPr>
        <w:widowControl/>
        <w:suppressAutoHyphens w:val="0"/>
        <w:spacing w:line="240" w:lineRule="auto"/>
      </w:pPr>
    </w:p>
    <w:p w14:paraId="459C6B0B" w14:textId="77777777" w:rsidR="00B42C87" w:rsidRPr="006B4DBF" w:rsidRDefault="00B42C87" w:rsidP="00A660C5">
      <w:pPr>
        <w:pStyle w:val="Vahedeta"/>
        <w:rPr>
          <w:szCs w:val="24"/>
        </w:rPr>
      </w:pPr>
    </w:p>
    <w:p w14:paraId="1899A917" w14:textId="637A1B09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Lugupidamisega</w:t>
      </w:r>
    </w:p>
    <w:p w14:paraId="59F89CD0" w14:textId="77777777" w:rsidR="001E5C74" w:rsidRPr="006B4DBF" w:rsidRDefault="001E5C74" w:rsidP="00A660C5">
      <w:pPr>
        <w:pStyle w:val="Vahedeta"/>
        <w:rPr>
          <w:szCs w:val="24"/>
        </w:rPr>
      </w:pPr>
    </w:p>
    <w:p w14:paraId="31A4C004" w14:textId="77777777" w:rsidR="00FF444D" w:rsidRPr="006B4DBF" w:rsidRDefault="00B537E8" w:rsidP="00A660C5">
      <w:pPr>
        <w:pStyle w:val="Vahedeta"/>
        <w:rPr>
          <w:szCs w:val="24"/>
        </w:rPr>
      </w:pPr>
      <w:r w:rsidRPr="006B4DBF">
        <w:rPr>
          <w:szCs w:val="24"/>
        </w:rPr>
        <w:t>(allkirjastatud digitaalselt)</w:t>
      </w:r>
    </w:p>
    <w:p w14:paraId="186714E0" w14:textId="0117D09F" w:rsidR="00D055E7" w:rsidRPr="006B4DBF" w:rsidRDefault="00345ACC" w:rsidP="00A660C5">
      <w:pPr>
        <w:pStyle w:val="Vahedeta"/>
        <w:rPr>
          <w:szCs w:val="24"/>
        </w:rPr>
      </w:pPr>
      <w:r w:rsidRPr="006B4DBF">
        <w:rPr>
          <w:szCs w:val="24"/>
        </w:rPr>
        <w:t>Angelika Timusk</w:t>
      </w:r>
    </w:p>
    <w:p w14:paraId="45988A6D" w14:textId="77777777" w:rsidR="00D055E7" w:rsidRPr="006B4DBF" w:rsidRDefault="00D055E7" w:rsidP="00A660C5">
      <w:pPr>
        <w:pStyle w:val="Vahedeta"/>
        <w:rPr>
          <w:szCs w:val="24"/>
        </w:rPr>
      </w:pPr>
      <w:r w:rsidRPr="006B4DBF">
        <w:rPr>
          <w:szCs w:val="24"/>
        </w:rPr>
        <w:t>Riigihangete vaidlustuskomisjoni liige</w:t>
      </w:r>
    </w:p>
    <w:p w14:paraId="5F96B00B" w14:textId="44622B2F" w:rsidR="00E659DD" w:rsidRPr="002F373C" w:rsidRDefault="00E659DD" w:rsidP="00A660C5">
      <w:pPr>
        <w:pStyle w:val="Vahedeta"/>
        <w:rPr>
          <w:szCs w:val="24"/>
        </w:rPr>
      </w:pPr>
    </w:p>
    <w:p w14:paraId="545D696C" w14:textId="597EEFCA" w:rsidR="006A2ECB" w:rsidRPr="002F373C" w:rsidRDefault="00546A42" w:rsidP="00A660C5">
      <w:pPr>
        <w:pStyle w:val="Vahedeta"/>
        <w:rPr>
          <w:szCs w:val="24"/>
        </w:rPr>
      </w:pPr>
      <w:r w:rsidRPr="002F373C">
        <w:rPr>
          <w:szCs w:val="24"/>
        </w:rPr>
        <w:t xml:space="preserve">Lisa: </w:t>
      </w:r>
      <w:r w:rsidR="0034019C">
        <w:rPr>
          <w:szCs w:val="24"/>
        </w:rPr>
        <w:t>vaidlustus lisadega</w:t>
      </w:r>
    </w:p>
    <w:p w14:paraId="350C6516" w14:textId="22DE3329" w:rsidR="00E659DD" w:rsidRPr="002F373C" w:rsidRDefault="00E659DD" w:rsidP="00A660C5">
      <w:pPr>
        <w:pStyle w:val="Vahedeta"/>
        <w:rPr>
          <w:szCs w:val="24"/>
        </w:rPr>
      </w:pPr>
    </w:p>
    <w:p w14:paraId="415D6524" w14:textId="77777777" w:rsidR="00B42C87" w:rsidRPr="002F373C" w:rsidRDefault="00B42C87" w:rsidP="00A660C5">
      <w:pPr>
        <w:pStyle w:val="Vahedeta"/>
        <w:rPr>
          <w:szCs w:val="24"/>
        </w:rPr>
      </w:pPr>
    </w:p>
    <w:p w14:paraId="618A067B" w14:textId="57C82CCE" w:rsidR="006325F3" w:rsidRDefault="0072643B" w:rsidP="0060125F">
      <w:pPr>
        <w:pStyle w:val="Default"/>
        <w:ind w:left="1425" w:hanging="1425"/>
        <w:rPr>
          <w:rStyle w:val="Hperlink"/>
          <w:color w:val="1F497D" w:themeColor="text2"/>
        </w:rPr>
      </w:pPr>
      <w:r w:rsidRPr="002F373C">
        <w:rPr>
          <w:color w:val="auto"/>
        </w:rPr>
        <w:t>Teadmiseks:</w:t>
      </w:r>
      <w:r w:rsidRPr="002F373C">
        <w:rPr>
          <w:color w:val="auto"/>
        </w:rPr>
        <w:tab/>
      </w:r>
      <w:r w:rsidR="00364717" w:rsidRPr="002F373C">
        <w:rPr>
          <w:color w:val="auto"/>
        </w:rPr>
        <w:t>v</w:t>
      </w:r>
      <w:r w:rsidR="00CF2731" w:rsidRPr="002F373C">
        <w:rPr>
          <w:color w:val="auto"/>
        </w:rPr>
        <w:t>aidlustaja</w:t>
      </w:r>
      <w:r w:rsidR="00C0784F" w:rsidRPr="002F373C">
        <w:rPr>
          <w:color w:val="auto"/>
        </w:rPr>
        <w:t xml:space="preserve"> esindaja</w:t>
      </w:r>
      <w:r w:rsidR="00D81353">
        <w:rPr>
          <w:color w:val="auto"/>
        </w:rPr>
        <w:t>te</w:t>
      </w:r>
      <w:r w:rsidR="002D44C5" w:rsidRPr="002F373C">
        <w:rPr>
          <w:color w:val="auto"/>
        </w:rPr>
        <w:t>le</w:t>
      </w:r>
      <w:r w:rsidR="0082726F">
        <w:rPr>
          <w:color w:val="auto"/>
        </w:rPr>
        <w:t xml:space="preserve">, </w:t>
      </w:r>
      <w:r w:rsidR="00A14EF6">
        <w:rPr>
          <w:color w:val="auto"/>
        </w:rPr>
        <w:t xml:space="preserve">vandeadvokaadile </w:t>
      </w:r>
      <w:r w:rsidR="00D81353">
        <w:rPr>
          <w:color w:val="auto"/>
        </w:rPr>
        <w:t xml:space="preserve">Arne Ots </w:t>
      </w:r>
      <w:hyperlink r:id="rId13" w:history="1">
        <w:r w:rsidR="0060125F" w:rsidRPr="008C44D6">
          <w:rPr>
            <w:rStyle w:val="Hperlink"/>
          </w:rPr>
          <w:t>arne.ots@ellex.legal</w:t>
        </w:r>
      </w:hyperlink>
      <w:r w:rsidR="0060125F">
        <w:rPr>
          <w:rStyle w:val="Hperlink"/>
        </w:rPr>
        <w:t xml:space="preserve"> </w:t>
      </w:r>
      <w:r w:rsidR="00D81353">
        <w:rPr>
          <w:color w:val="auto"/>
        </w:rPr>
        <w:t>ja advokaadile Kristi Traagel</w:t>
      </w:r>
      <w:r w:rsidR="00D81353" w:rsidRPr="00D81353">
        <w:t xml:space="preserve"> </w:t>
      </w:r>
      <w:hyperlink r:id="rId14" w:history="1">
        <w:r w:rsidR="00D81353" w:rsidRPr="00F13B62">
          <w:rPr>
            <w:rStyle w:val="Hperlink"/>
          </w:rPr>
          <w:t>kristi.traagel@ellex.legal</w:t>
        </w:r>
      </w:hyperlink>
      <w:r w:rsidR="00D81353">
        <w:t xml:space="preserve"> </w:t>
      </w:r>
    </w:p>
    <w:p w14:paraId="558F9567" w14:textId="77777777" w:rsidR="0060125F" w:rsidRDefault="0060125F" w:rsidP="00AB3240">
      <w:pPr>
        <w:pStyle w:val="Vahedeta"/>
        <w:rPr>
          <w:rFonts w:cs="Times New Roman"/>
          <w:szCs w:val="24"/>
        </w:rPr>
      </w:pPr>
    </w:p>
    <w:p w14:paraId="09D86B0A" w14:textId="77777777" w:rsidR="0060125F" w:rsidRDefault="00545963" w:rsidP="00AB3240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 3713</w:t>
      </w:r>
    </w:p>
    <w:p w14:paraId="3E3899A3" w14:textId="6ABA583F" w:rsidR="00545963" w:rsidRPr="00AB3240" w:rsidRDefault="009F71AC" w:rsidP="00AB3240">
      <w:pPr>
        <w:pStyle w:val="Vahedeta"/>
        <w:rPr>
          <w:rStyle w:val="Hperlink"/>
          <w:rFonts w:cs="Times New Roman"/>
          <w:color w:val="auto"/>
          <w:szCs w:val="24"/>
          <w:u w:val="none"/>
        </w:rPr>
      </w:pPr>
      <w:hyperlink r:id="rId15" w:history="1">
        <w:r w:rsidR="00AB3240" w:rsidRPr="002D7ED8">
          <w:rPr>
            <w:rStyle w:val="Hperlink"/>
            <w:rFonts w:cs="Times New Roman"/>
            <w:szCs w:val="24"/>
          </w:rPr>
          <w:t>mari-ann.sinimaa@fin.ee</w:t>
        </w:r>
      </w:hyperlink>
    </w:p>
    <w:sectPr w:rsidR="00545963" w:rsidRPr="00AB3240" w:rsidSect="00C5713F">
      <w:footerReference w:type="default" r:id="rId16"/>
      <w:footerReference w:type="first" r:id="rId17"/>
      <w:pgSz w:w="11906" w:h="16838" w:code="9"/>
      <w:pgMar w:top="907" w:right="1021" w:bottom="1276" w:left="1418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72CB" w14:textId="77777777" w:rsidR="005862E0" w:rsidRDefault="005862E0" w:rsidP="00DF44DF">
      <w:r>
        <w:separator/>
      </w:r>
    </w:p>
  </w:endnote>
  <w:endnote w:type="continuationSeparator" w:id="0">
    <w:p w14:paraId="4A7BD082" w14:textId="77777777" w:rsidR="005862E0" w:rsidRDefault="005862E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7056E1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EA3DA" w14:textId="7094E1A5" w:rsidR="00AE3DC3" w:rsidRPr="000A17B5" w:rsidRDefault="00541F26" w:rsidP="000A17B5">
    <w:pPr>
      <w:pStyle w:val="Jalus1"/>
    </w:pPr>
    <w:r>
      <w:t>Tartu mnt 85</w:t>
    </w:r>
    <w:r w:rsidR="00AE3DC3" w:rsidRPr="000A17B5">
      <w:t xml:space="preserve"> / </w:t>
    </w:r>
    <w:r w:rsidR="00AE3DC3">
      <w:t>101</w:t>
    </w:r>
    <w:r>
      <w:t>15</w:t>
    </w:r>
    <w:r w:rsidR="00AE3DC3" w:rsidRPr="000A17B5">
      <w:t xml:space="preserve"> Tallinn</w:t>
    </w:r>
    <w:r w:rsidR="00AA6E72">
      <w:t xml:space="preserve"> / 611 3713</w:t>
    </w:r>
    <w:r w:rsidR="00AE3DC3" w:rsidRPr="000A17B5">
      <w:t xml:space="preserve"> / </w:t>
    </w:r>
    <w:r w:rsidR="00AE3DC3">
      <w:t>vako</w:t>
    </w:r>
    <w:r w:rsidR="00AE3DC3" w:rsidRPr="000A17B5">
      <w:t>@</w:t>
    </w:r>
    <w:r w:rsidR="00AE3DC3">
      <w:t xml:space="preserve">fin.ee </w:t>
    </w:r>
  </w:p>
  <w:p w14:paraId="2830A34F" w14:textId="77777777" w:rsidR="00AE3DC3" w:rsidRDefault="00AE3DC3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BDA83" w14:textId="77777777" w:rsidR="005862E0" w:rsidRDefault="005862E0" w:rsidP="00DF44DF">
      <w:r>
        <w:separator/>
      </w:r>
    </w:p>
  </w:footnote>
  <w:footnote w:type="continuationSeparator" w:id="0">
    <w:p w14:paraId="76D37237" w14:textId="77777777" w:rsidR="005862E0" w:rsidRDefault="005862E0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6B6"/>
    <w:rsid w:val="00002F7D"/>
    <w:rsid w:val="00005BCB"/>
    <w:rsid w:val="00006632"/>
    <w:rsid w:val="000114BD"/>
    <w:rsid w:val="000157BF"/>
    <w:rsid w:val="00016703"/>
    <w:rsid w:val="0002092E"/>
    <w:rsid w:val="00021ED2"/>
    <w:rsid w:val="0002385B"/>
    <w:rsid w:val="00024CA7"/>
    <w:rsid w:val="00025129"/>
    <w:rsid w:val="0002525C"/>
    <w:rsid w:val="00025B9D"/>
    <w:rsid w:val="00033EA3"/>
    <w:rsid w:val="00040EDF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186E"/>
    <w:rsid w:val="00072715"/>
    <w:rsid w:val="000731A1"/>
    <w:rsid w:val="00073A0E"/>
    <w:rsid w:val="00074B60"/>
    <w:rsid w:val="00080804"/>
    <w:rsid w:val="00081594"/>
    <w:rsid w:val="000826DD"/>
    <w:rsid w:val="00084427"/>
    <w:rsid w:val="00084458"/>
    <w:rsid w:val="00085D37"/>
    <w:rsid w:val="00086747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7AD3"/>
    <w:rsid w:val="000A17B5"/>
    <w:rsid w:val="000A1EDA"/>
    <w:rsid w:val="000A2FC5"/>
    <w:rsid w:val="000A517F"/>
    <w:rsid w:val="000A538E"/>
    <w:rsid w:val="000B31FB"/>
    <w:rsid w:val="000C156A"/>
    <w:rsid w:val="000C16B6"/>
    <w:rsid w:val="000C1F5B"/>
    <w:rsid w:val="000C6133"/>
    <w:rsid w:val="000C62A9"/>
    <w:rsid w:val="000C7530"/>
    <w:rsid w:val="000C7847"/>
    <w:rsid w:val="000D33FF"/>
    <w:rsid w:val="000D384E"/>
    <w:rsid w:val="000D561F"/>
    <w:rsid w:val="000E082E"/>
    <w:rsid w:val="000E226E"/>
    <w:rsid w:val="000E2447"/>
    <w:rsid w:val="000E39A1"/>
    <w:rsid w:val="000E4821"/>
    <w:rsid w:val="000F08A8"/>
    <w:rsid w:val="000F29F7"/>
    <w:rsid w:val="000F4348"/>
    <w:rsid w:val="000F6840"/>
    <w:rsid w:val="001012FD"/>
    <w:rsid w:val="00101849"/>
    <w:rsid w:val="001145A3"/>
    <w:rsid w:val="0011484B"/>
    <w:rsid w:val="001160A5"/>
    <w:rsid w:val="00117F20"/>
    <w:rsid w:val="00121405"/>
    <w:rsid w:val="00122B11"/>
    <w:rsid w:val="00122EA4"/>
    <w:rsid w:val="00123AA9"/>
    <w:rsid w:val="00124999"/>
    <w:rsid w:val="0012533B"/>
    <w:rsid w:val="0012579C"/>
    <w:rsid w:val="00132163"/>
    <w:rsid w:val="00132FA4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357"/>
    <w:rsid w:val="001537CE"/>
    <w:rsid w:val="00153B92"/>
    <w:rsid w:val="001549B1"/>
    <w:rsid w:val="00156F04"/>
    <w:rsid w:val="00163532"/>
    <w:rsid w:val="0016457E"/>
    <w:rsid w:val="001667FC"/>
    <w:rsid w:val="00167C61"/>
    <w:rsid w:val="00170BBA"/>
    <w:rsid w:val="00175066"/>
    <w:rsid w:val="0017590A"/>
    <w:rsid w:val="001764D8"/>
    <w:rsid w:val="0017787B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66C7"/>
    <w:rsid w:val="001A7D04"/>
    <w:rsid w:val="001B0A30"/>
    <w:rsid w:val="001B3776"/>
    <w:rsid w:val="001C5BCF"/>
    <w:rsid w:val="001C67D2"/>
    <w:rsid w:val="001D07A0"/>
    <w:rsid w:val="001D09ED"/>
    <w:rsid w:val="001D0C57"/>
    <w:rsid w:val="001D1123"/>
    <w:rsid w:val="001D1D45"/>
    <w:rsid w:val="001D2258"/>
    <w:rsid w:val="001D3BAD"/>
    <w:rsid w:val="001D4CFB"/>
    <w:rsid w:val="001E139B"/>
    <w:rsid w:val="001E1E91"/>
    <w:rsid w:val="001E5A5E"/>
    <w:rsid w:val="001E5C74"/>
    <w:rsid w:val="001E75FF"/>
    <w:rsid w:val="001E7A9A"/>
    <w:rsid w:val="001E7C4A"/>
    <w:rsid w:val="001F1C39"/>
    <w:rsid w:val="001F3589"/>
    <w:rsid w:val="001F3A20"/>
    <w:rsid w:val="001F7E05"/>
    <w:rsid w:val="002008A2"/>
    <w:rsid w:val="00201D24"/>
    <w:rsid w:val="002038D4"/>
    <w:rsid w:val="00203A78"/>
    <w:rsid w:val="002065C7"/>
    <w:rsid w:val="00206C25"/>
    <w:rsid w:val="00212932"/>
    <w:rsid w:val="0021422A"/>
    <w:rsid w:val="00215A0B"/>
    <w:rsid w:val="00220C9B"/>
    <w:rsid w:val="002226B2"/>
    <w:rsid w:val="00222C53"/>
    <w:rsid w:val="002238B4"/>
    <w:rsid w:val="00225654"/>
    <w:rsid w:val="0022637B"/>
    <w:rsid w:val="00226A6C"/>
    <w:rsid w:val="002418F9"/>
    <w:rsid w:val="00245ABD"/>
    <w:rsid w:val="00246B4A"/>
    <w:rsid w:val="0025004B"/>
    <w:rsid w:val="00253CD1"/>
    <w:rsid w:val="00256156"/>
    <w:rsid w:val="0026003A"/>
    <w:rsid w:val="002601E8"/>
    <w:rsid w:val="00260D89"/>
    <w:rsid w:val="00261C91"/>
    <w:rsid w:val="00262D71"/>
    <w:rsid w:val="00263183"/>
    <w:rsid w:val="00263E21"/>
    <w:rsid w:val="002641CB"/>
    <w:rsid w:val="00267BCB"/>
    <w:rsid w:val="0027206F"/>
    <w:rsid w:val="0027390D"/>
    <w:rsid w:val="00275894"/>
    <w:rsid w:val="002769FD"/>
    <w:rsid w:val="00283010"/>
    <w:rsid w:val="002835BB"/>
    <w:rsid w:val="00285749"/>
    <w:rsid w:val="00286410"/>
    <w:rsid w:val="00286BEB"/>
    <w:rsid w:val="00290DD1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D44C5"/>
    <w:rsid w:val="002D4C82"/>
    <w:rsid w:val="002D517A"/>
    <w:rsid w:val="002D5B33"/>
    <w:rsid w:val="002D63BF"/>
    <w:rsid w:val="002D6DBF"/>
    <w:rsid w:val="002E0C27"/>
    <w:rsid w:val="002E2AAA"/>
    <w:rsid w:val="002E35C8"/>
    <w:rsid w:val="002E39E6"/>
    <w:rsid w:val="002E4A54"/>
    <w:rsid w:val="002E6BF5"/>
    <w:rsid w:val="002F0049"/>
    <w:rsid w:val="002F1F08"/>
    <w:rsid w:val="002F23FE"/>
    <w:rsid w:val="002F254F"/>
    <w:rsid w:val="002F373C"/>
    <w:rsid w:val="002F3FC1"/>
    <w:rsid w:val="002F74F5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48A2"/>
    <w:rsid w:val="003259AF"/>
    <w:rsid w:val="00326F30"/>
    <w:rsid w:val="00327CFB"/>
    <w:rsid w:val="00330606"/>
    <w:rsid w:val="00332D00"/>
    <w:rsid w:val="003331FE"/>
    <w:rsid w:val="003346B5"/>
    <w:rsid w:val="003356A7"/>
    <w:rsid w:val="003356EB"/>
    <w:rsid w:val="00335E2A"/>
    <w:rsid w:val="003369D9"/>
    <w:rsid w:val="0034019C"/>
    <w:rsid w:val="00343527"/>
    <w:rsid w:val="0034455F"/>
    <w:rsid w:val="00344925"/>
    <w:rsid w:val="00345ACC"/>
    <w:rsid w:val="0034719C"/>
    <w:rsid w:val="00350317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D13"/>
    <w:rsid w:val="00386C03"/>
    <w:rsid w:val="00394DCB"/>
    <w:rsid w:val="00394FED"/>
    <w:rsid w:val="00395C67"/>
    <w:rsid w:val="0039609C"/>
    <w:rsid w:val="00397A3C"/>
    <w:rsid w:val="00397D2C"/>
    <w:rsid w:val="00397FF0"/>
    <w:rsid w:val="003A6CC2"/>
    <w:rsid w:val="003B2A9C"/>
    <w:rsid w:val="003B4EF1"/>
    <w:rsid w:val="003B58A8"/>
    <w:rsid w:val="003B6F85"/>
    <w:rsid w:val="003B7C7E"/>
    <w:rsid w:val="003C0AB6"/>
    <w:rsid w:val="003C2298"/>
    <w:rsid w:val="003C36D1"/>
    <w:rsid w:val="003C4BE9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2F48"/>
    <w:rsid w:val="003F4596"/>
    <w:rsid w:val="003F4A0C"/>
    <w:rsid w:val="003F54C2"/>
    <w:rsid w:val="003F61C9"/>
    <w:rsid w:val="00402A21"/>
    <w:rsid w:val="00402B8D"/>
    <w:rsid w:val="00402C09"/>
    <w:rsid w:val="00404795"/>
    <w:rsid w:val="0041164B"/>
    <w:rsid w:val="0041221F"/>
    <w:rsid w:val="004123FF"/>
    <w:rsid w:val="0041371D"/>
    <w:rsid w:val="00414E09"/>
    <w:rsid w:val="00417C57"/>
    <w:rsid w:val="00421A50"/>
    <w:rsid w:val="00422101"/>
    <w:rsid w:val="00422A9A"/>
    <w:rsid w:val="004231F5"/>
    <w:rsid w:val="00424ECA"/>
    <w:rsid w:val="00430524"/>
    <w:rsid w:val="0043110B"/>
    <w:rsid w:val="00432E79"/>
    <w:rsid w:val="00433480"/>
    <w:rsid w:val="00435A13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6EE5"/>
    <w:rsid w:val="00457D82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6272"/>
    <w:rsid w:val="004919DF"/>
    <w:rsid w:val="0049551F"/>
    <w:rsid w:val="00496245"/>
    <w:rsid w:val="00496317"/>
    <w:rsid w:val="004A6B5B"/>
    <w:rsid w:val="004B08D4"/>
    <w:rsid w:val="004B2075"/>
    <w:rsid w:val="004B2880"/>
    <w:rsid w:val="004B3A4E"/>
    <w:rsid w:val="004B6362"/>
    <w:rsid w:val="004B7757"/>
    <w:rsid w:val="004C02DE"/>
    <w:rsid w:val="004C0DE6"/>
    <w:rsid w:val="004C1391"/>
    <w:rsid w:val="004C1E32"/>
    <w:rsid w:val="004C2B7F"/>
    <w:rsid w:val="004C3056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7F63"/>
    <w:rsid w:val="004F181B"/>
    <w:rsid w:val="004F3EBE"/>
    <w:rsid w:val="004F43F2"/>
    <w:rsid w:val="004F639B"/>
    <w:rsid w:val="004F694B"/>
    <w:rsid w:val="004F7775"/>
    <w:rsid w:val="005007CF"/>
    <w:rsid w:val="00501B0B"/>
    <w:rsid w:val="00501FDC"/>
    <w:rsid w:val="005118FE"/>
    <w:rsid w:val="00511900"/>
    <w:rsid w:val="00515402"/>
    <w:rsid w:val="00517143"/>
    <w:rsid w:val="00520C94"/>
    <w:rsid w:val="0052181B"/>
    <w:rsid w:val="00522F25"/>
    <w:rsid w:val="00530F52"/>
    <w:rsid w:val="00535D04"/>
    <w:rsid w:val="00536FC8"/>
    <w:rsid w:val="005379F5"/>
    <w:rsid w:val="00540FA8"/>
    <w:rsid w:val="00541F26"/>
    <w:rsid w:val="005421E1"/>
    <w:rsid w:val="00542889"/>
    <w:rsid w:val="00542C33"/>
    <w:rsid w:val="00544674"/>
    <w:rsid w:val="00545267"/>
    <w:rsid w:val="00545963"/>
    <w:rsid w:val="00546204"/>
    <w:rsid w:val="00546A42"/>
    <w:rsid w:val="0054782B"/>
    <w:rsid w:val="0054784F"/>
    <w:rsid w:val="00551912"/>
    <w:rsid w:val="00551E24"/>
    <w:rsid w:val="005520DF"/>
    <w:rsid w:val="00555A23"/>
    <w:rsid w:val="00555D0E"/>
    <w:rsid w:val="00557534"/>
    <w:rsid w:val="00560A92"/>
    <w:rsid w:val="00562FBD"/>
    <w:rsid w:val="00564569"/>
    <w:rsid w:val="00565004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3AB8"/>
    <w:rsid w:val="005853A6"/>
    <w:rsid w:val="00585749"/>
    <w:rsid w:val="00585AA0"/>
    <w:rsid w:val="0058619A"/>
    <w:rsid w:val="005862E0"/>
    <w:rsid w:val="00586589"/>
    <w:rsid w:val="00587557"/>
    <w:rsid w:val="00587F52"/>
    <w:rsid w:val="00590F9E"/>
    <w:rsid w:val="005924A4"/>
    <w:rsid w:val="00593B10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E05B5"/>
    <w:rsid w:val="005E3AED"/>
    <w:rsid w:val="005E45BB"/>
    <w:rsid w:val="005E5490"/>
    <w:rsid w:val="005E7F8B"/>
    <w:rsid w:val="005F2D44"/>
    <w:rsid w:val="005F3068"/>
    <w:rsid w:val="005F3EFF"/>
    <w:rsid w:val="005F682D"/>
    <w:rsid w:val="005F6FFE"/>
    <w:rsid w:val="005F77BA"/>
    <w:rsid w:val="0060125F"/>
    <w:rsid w:val="00601CBE"/>
    <w:rsid w:val="00602834"/>
    <w:rsid w:val="00603A22"/>
    <w:rsid w:val="00603E50"/>
    <w:rsid w:val="006103FE"/>
    <w:rsid w:val="00610782"/>
    <w:rsid w:val="006150DB"/>
    <w:rsid w:val="00615280"/>
    <w:rsid w:val="00615F0D"/>
    <w:rsid w:val="00616F60"/>
    <w:rsid w:val="00620B55"/>
    <w:rsid w:val="0062231A"/>
    <w:rsid w:val="00624E87"/>
    <w:rsid w:val="00625755"/>
    <w:rsid w:val="006264C9"/>
    <w:rsid w:val="00627CCA"/>
    <w:rsid w:val="006318BB"/>
    <w:rsid w:val="006325F3"/>
    <w:rsid w:val="00632DEB"/>
    <w:rsid w:val="00632E02"/>
    <w:rsid w:val="00633297"/>
    <w:rsid w:val="0063433A"/>
    <w:rsid w:val="0063498C"/>
    <w:rsid w:val="00643446"/>
    <w:rsid w:val="00645983"/>
    <w:rsid w:val="00654964"/>
    <w:rsid w:val="00656352"/>
    <w:rsid w:val="006571EA"/>
    <w:rsid w:val="00657A0E"/>
    <w:rsid w:val="00660132"/>
    <w:rsid w:val="00661C43"/>
    <w:rsid w:val="00663B52"/>
    <w:rsid w:val="00670DD1"/>
    <w:rsid w:val="0067277A"/>
    <w:rsid w:val="00672938"/>
    <w:rsid w:val="00676D26"/>
    <w:rsid w:val="006772A8"/>
    <w:rsid w:val="00680609"/>
    <w:rsid w:val="006807A4"/>
    <w:rsid w:val="00681B4D"/>
    <w:rsid w:val="00683BEC"/>
    <w:rsid w:val="00690899"/>
    <w:rsid w:val="00691B3D"/>
    <w:rsid w:val="00695F3A"/>
    <w:rsid w:val="006A01AC"/>
    <w:rsid w:val="006A2D77"/>
    <w:rsid w:val="006A2ECB"/>
    <w:rsid w:val="006A4D6B"/>
    <w:rsid w:val="006A7F63"/>
    <w:rsid w:val="006B36B5"/>
    <w:rsid w:val="006B468E"/>
    <w:rsid w:val="006B4DBF"/>
    <w:rsid w:val="006B5DFB"/>
    <w:rsid w:val="006B6A55"/>
    <w:rsid w:val="006C01C9"/>
    <w:rsid w:val="006C38D0"/>
    <w:rsid w:val="006C438E"/>
    <w:rsid w:val="006D0B45"/>
    <w:rsid w:val="006D1A86"/>
    <w:rsid w:val="006D20B2"/>
    <w:rsid w:val="006E0E88"/>
    <w:rsid w:val="006E10D5"/>
    <w:rsid w:val="006E16BD"/>
    <w:rsid w:val="006E1A68"/>
    <w:rsid w:val="006E3369"/>
    <w:rsid w:val="006E3838"/>
    <w:rsid w:val="006E7CC1"/>
    <w:rsid w:val="006F26C2"/>
    <w:rsid w:val="006F2AE2"/>
    <w:rsid w:val="006F390B"/>
    <w:rsid w:val="006F3BB9"/>
    <w:rsid w:val="006F5A1C"/>
    <w:rsid w:val="006F6E1E"/>
    <w:rsid w:val="006F72D7"/>
    <w:rsid w:val="007014A3"/>
    <w:rsid w:val="007056E1"/>
    <w:rsid w:val="00712383"/>
    <w:rsid w:val="00713327"/>
    <w:rsid w:val="00713357"/>
    <w:rsid w:val="0071684F"/>
    <w:rsid w:val="00717253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1F43"/>
    <w:rsid w:val="00744FE4"/>
    <w:rsid w:val="00745F6D"/>
    <w:rsid w:val="00746B1B"/>
    <w:rsid w:val="0075097D"/>
    <w:rsid w:val="00750A9C"/>
    <w:rsid w:val="00752E60"/>
    <w:rsid w:val="00752F28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13F"/>
    <w:rsid w:val="00773800"/>
    <w:rsid w:val="00774EA2"/>
    <w:rsid w:val="00775FF6"/>
    <w:rsid w:val="0077621B"/>
    <w:rsid w:val="00780E86"/>
    <w:rsid w:val="00781DD5"/>
    <w:rsid w:val="00781E6C"/>
    <w:rsid w:val="00782404"/>
    <w:rsid w:val="00785C4C"/>
    <w:rsid w:val="00786EE2"/>
    <w:rsid w:val="0078768B"/>
    <w:rsid w:val="007A1DE8"/>
    <w:rsid w:val="007A230C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17E6"/>
    <w:rsid w:val="007E28E7"/>
    <w:rsid w:val="007E536E"/>
    <w:rsid w:val="007E5E2F"/>
    <w:rsid w:val="007E6B9C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F1A"/>
    <w:rsid w:val="00817085"/>
    <w:rsid w:val="00824531"/>
    <w:rsid w:val="00825D18"/>
    <w:rsid w:val="00826E15"/>
    <w:rsid w:val="0082726F"/>
    <w:rsid w:val="00827BCE"/>
    <w:rsid w:val="008328B9"/>
    <w:rsid w:val="00832AA8"/>
    <w:rsid w:val="00833FD9"/>
    <w:rsid w:val="00835858"/>
    <w:rsid w:val="00837412"/>
    <w:rsid w:val="008414CE"/>
    <w:rsid w:val="00841936"/>
    <w:rsid w:val="008432B4"/>
    <w:rsid w:val="00843CCE"/>
    <w:rsid w:val="00843F9F"/>
    <w:rsid w:val="008445E8"/>
    <w:rsid w:val="008477CA"/>
    <w:rsid w:val="00852EEA"/>
    <w:rsid w:val="00856E81"/>
    <w:rsid w:val="00857226"/>
    <w:rsid w:val="0085729F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20E"/>
    <w:rsid w:val="00897888"/>
    <w:rsid w:val="00897CD8"/>
    <w:rsid w:val="008A023D"/>
    <w:rsid w:val="008A07C1"/>
    <w:rsid w:val="008A5F0A"/>
    <w:rsid w:val="008A6038"/>
    <w:rsid w:val="008A609E"/>
    <w:rsid w:val="008A7013"/>
    <w:rsid w:val="008B041F"/>
    <w:rsid w:val="008B1F29"/>
    <w:rsid w:val="008B2D17"/>
    <w:rsid w:val="008B547E"/>
    <w:rsid w:val="008B5522"/>
    <w:rsid w:val="008B5681"/>
    <w:rsid w:val="008B5BEA"/>
    <w:rsid w:val="008B667F"/>
    <w:rsid w:val="008B718D"/>
    <w:rsid w:val="008C1D5B"/>
    <w:rsid w:val="008C3F52"/>
    <w:rsid w:val="008C48BC"/>
    <w:rsid w:val="008C6018"/>
    <w:rsid w:val="008C75A4"/>
    <w:rsid w:val="008D4634"/>
    <w:rsid w:val="008E1097"/>
    <w:rsid w:val="008E5B14"/>
    <w:rsid w:val="008E5D61"/>
    <w:rsid w:val="008E5F39"/>
    <w:rsid w:val="008F0B50"/>
    <w:rsid w:val="008F2795"/>
    <w:rsid w:val="008F3681"/>
    <w:rsid w:val="008F474D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0693"/>
    <w:rsid w:val="00921E36"/>
    <w:rsid w:val="00922770"/>
    <w:rsid w:val="00923EF2"/>
    <w:rsid w:val="009242D3"/>
    <w:rsid w:val="00924388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797"/>
    <w:rsid w:val="00984BE2"/>
    <w:rsid w:val="00987714"/>
    <w:rsid w:val="00990E91"/>
    <w:rsid w:val="009926D9"/>
    <w:rsid w:val="00994124"/>
    <w:rsid w:val="00994D2F"/>
    <w:rsid w:val="00995610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7F4A"/>
    <w:rsid w:val="009F05C7"/>
    <w:rsid w:val="009F123C"/>
    <w:rsid w:val="009F46CD"/>
    <w:rsid w:val="009F71AC"/>
    <w:rsid w:val="00A06B76"/>
    <w:rsid w:val="00A07776"/>
    <w:rsid w:val="00A10BBA"/>
    <w:rsid w:val="00A10E66"/>
    <w:rsid w:val="00A1244E"/>
    <w:rsid w:val="00A12879"/>
    <w:rsid w:val="00A1398E"/>
    <w:rsid w:val="00A13FDE"/>
    <w:rsid w:val="00A1442A"/>
    <w:rsid w:val="00A14EF6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2B1B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62A"/>
    <w:rsid w:val="00A9794A"/>
    <w:rsid w:val="00AA6E72"/>
    <w:rsid w:val="00AB09A8"/>
    <w:rsid w:val="00AB3240"/>
    <w:rsid w:val="00AB769F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00940"/>
    <w:rsid w:val="00B041D0"/>
    <w:rsid w:val="00B10243"/>
    <w:rsid w:val="00B12089"/>
    <w:rsid w:val="00B16DF7"/>
    <w:rsid w:val="00B27E06"/>
    <w:rsid w:val="00B31834"/>
    <w:rsid w:val="00B31DBD"/>
    <w:rsid w:val="00B322AC"/>
    <w:rsid w:val="00B33726"/>
    <w:rsid w:val="00B35804"/>
    <w:rsid w:val="00B4049B"/>
    <w:rsid w:val="00B40844"/>
    <w:rsid w:val="00B41911"/>
    <w:rsid w:val="00B42C87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BA3"/>
    <w:rsid w:val="00B66E49"/>
    <w:rsid w:val="00B70F5B"/>
    <w:rsid w:val="00B712D5"/>
    <w:rsid w:val="00B75E65"/>
    <w:rsid w:val="00B81534"/>
    <w:rsid w:val="00B85730"/>
    <w:rsid w:val="00B85965"/>
    <w:rsid w:val="00B926BA"/>
    <w:rsid w:val="00B92E34"/>
    <w:rsid w:val="00B9414E"/>
    <w:rsid w:val="00B94A8B"/>
    <w:rsid w:val="00B96EA6"/>
    <w:rsid w:val="00B97CDC"/>
    <w:rsid w:val="00BA0142"/>
    <w:rsid w:val="00BA28CA"/>
    <w:rsid w:val="00BA3115"/>
    <w:rsid w:val="00BA3A8D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C7EB2"/>
    <w:rsid w:val="00BD078E"/>
    <w:rsid w:val="00BD18E1"/>
    <w:rsid w:val="00BD2F7F"/>
    <w:rsid w:val="00BD396D"/>
    <w:rsid w:val="00BD3CCF"/>
    <w:rsid w:val="00BD5006"/>
    <w:rsid w:val="00BD6668"/>
    <w:rsid w:val="00BE0CC9"/>
    <w:rsid w:val="00BE1DD4"/>
    <w:rsid w:val="00BE24AE"/>
    <w:rsid w:val="00BE62FB"/>
    <w:rsid w:val="00BE74B7"/>
    <w:rsid w:val="00BE7BC2"/>
    <w:rsid w:val="00BF023F"/>
    <w:rsid w:val="00BF0A36"/>
    <w:rsid w:val="00BF268E"/>
    <w:rsid w:val="00BF2C0F"/>
    <w:rsid w:val="00BF30AF"/>
    <w:rsid w:val="00BF3E90"/>
    <w:rsid w:val="00BF40A3"/>
    <w:rsid w:val="00BF4D7C"/>
    <w:rsid w:val="00BF7FCC"/>
    <w:rsid w:val="00C00051"/>
    <w:rsid w:val="00C0114A"/>
    <w:rsid w:val="00C01CBA"/>
    <w:rsid w:val="00C04B4D"/>
    <w:rsid w:val="00C0784F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4F66"/>
    <w:rsid w:val="00C2649B"/>
    <w:rsid w:val="00C27B07"/>
    <w:rsid w:val="00C3122E"/>
    <w:rsid w:val="00C330B6"/>
    <w:rsid w:val="00C33D1F"/>
    <w:rsid w:val="00C3461F"/>
    <w:rsid w:val="00C3556F"/>
    <w:rsid w:val="00C365EF"/>
    <w:rsid w:val="00C36608"/>
    <w:rsid w:val="00C41698"/>
    <w:rsid w:val="00C41FC5"/>
    <w:rsid w:val="00C42450"/>
    <w:rsid w:val="00C42E1B"/>
    <w:rsid w:val="00C46E6D"/>
    <w:rsid w:val="00C474E9"/>
    <w:rsid w:val="00C47D4E"/>
    <w:rsid w:val="00C52E29"/>
    <w:rsid w:val="00C53ADB"/>
    <w:rsid w:val="00C53D81"/>
    <w:rsid w:val="00C54367"/>
    <w:rsid w:val="00C5713F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E6FA7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1403"/>
    <w:rsid w:val="00D130F3"/>
    <w:rsid w:val="00D15D1D"/>
    <w:rsid w:val="00D15EFC"/>
    <w:rsid w:val="00D16429"/>
    <w:rsid w:val="00D1682C"/>
    <w:rsid w:val="00D17816"/>
    <w:rsid w:val="00D17EAE"/>
    <w:rsid w:val="00D17F83"/>
    <w:rsid w:val="00D201E0"/>
    <w:rsid w:val="00D20681"/>
    <w:rsid w:val="00D21088"/>
    <w:rsid w:val="00D22B03"/>
    <w:rsid w:val="00D26A33"/>
    <w:rsid w:val="00D32198"/>
    <w:rsid w:val="00D33C41"/>
    <w:rsid w:val="00D34112"/>
    <w:rsid w:val="00D34267"/>
    <w:rsid w:val="00D3586E"/>
    <w:rsid w:val="00D36494"/>
    <w:rsid w:val="00D36BAA"/>
    <w:rsid w:val="00D40053"/>
    <w:rsid w:val="00D40650"/>
    <w:rsid w:val="00D409B0"/>
    <w:rsid w:val="00D455A9"/>
    <w:rsid w:val="00D45797"/>
    <w:rsid w:val="00D478D9"/>
    <w:rsid w:val="00D5149F"/>
    <w:rsid w:val="00D55D39"/>
    <w:rsid w:val="00D652B9"/>
    <w:rsid w:val="00D66BBA"/>
    <w:rsid w:val="00D6787F"/>
    <w:rsid w:val="00D70AF8"/>
    <w:rsid w:val="00D70DDB"/>
    <w:rsid w:val="00D72E8C"/>
    <w:rsid w:val="00D73027"/>
    <w:rsid w:val="00D7415E"/>
    <w:rsid w:val="00D751E1"/>
    <w:rsid w:val="00D76C58"/>
    <w:rsid w:val="00D80CC8"/>
    <w:rsid w:val="00D81353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5A63"/>
    <w:rsid w:val="00DA6F02"/>
    <w:rsid w:val="00DB564D"/>
    <w:rsid w:val="00DB7C4E"/>
    <w:rsid w:val="00DC1DA0"/>
    <w:rsid w:val="00DC2B3D"/>
    <w:rsid w:val="00DC3989"/>
    <w:rsid w:val="00DC7754"/>
    <w:rsid w:val="00DD1EEF"/>
    <w:rsid w:val="00DD3EA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E532A"/>
    <w:rsid w:val="00DF0629"/>
    <w:rsid w:val="00DF44DF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15DC"/>
    <w:rsid w:val="00E24012"/>
    <w:rsid w:val="00E247EA"/>
    <w:rsid w:val="00E255A5"/>
    <w:rsid w:val="00E40F8B"/>
    <w:rsid w:val="00E41706"/>
    <w:rsid w:val="00E43A63"/>
    <w:rsid w:val="00E43F7E"/>
    <w:rsid w:val="00E469BC"/>
    <w:rsid w:val="00E47881"/>
    <w:rsid w:val="00E5076C"/>
    <w:rsid w:val="00E51DD7"/>
    <w:rsid w:val="00E57A64"/>
    <w:rsid w:val="00E6013B"/>
    <w:rsid w:val="00E61B8B"/>
    <w:rsid w:val="00E62EA4"/>
    <w:rsid w:val="00E659DD"/>
    <w:rsid w:val="00E70582"/>
    <w:rsid w:val="00E742EF"/>
    <w:rsid w:val="00E74567"/>
    <w:rsid w:val="00E76F0E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A05D6"/>
    <w:rsid w:val="00EA0CDC"/>
    <w:rsid w:val="00EA16DB"/>
    <w:rsid w:val="00EA1C2D"/>
    <w:rsid w:val="00EB41A8"/>
    <w:rsid w:val="00EB4350"/>
    <w:rsid w:val="00EC1D68"/>
    <w:rsid w:val="00EC3127"/>
    <w:rsid w:val="00EC7EF6"/>
    <w:rsid w:val="00ED19CC"/>
    <w:rsid w:val="00ED4D95"/>
    <w:rsid w:val="00ED7142"/>
    <w:rsid w:val="00ED7D12"/>
    <w:rsid w:val="00EE03E9"/>
    <w:rsid w:val="00EE2CA9"/>
    <w:rsid w:val="00EE2D8B"/>
    <w:rsid w:val="00EE3238"/>
    <w:rsid w:val="00EE514F"/>
    <w:rsid w:val="00EE63F8"/>
    <w:rsid w:val="00EE6902"/>
    <w:rsid w:val="00EF0046"/>
    <w:rsid w:val="00EF161A"/>
    <w:rsid w:val="00EF189B"/>
    <w:rsid w:val="00EF1971"/>
    <w:rsid w:val="00EF1999"/>
    <w:rsid w:val="00EF33D9"/>
    <w:rsid w:val="00EF7232"/>
    <w:rsid w:val="00F00D4D"/>
    <w:rsid w:val="00F01550"/>
    <w:rsid w:val="00F015CC"/>
    <w:rsid w:val="00F10EBA"/>
    <w:rsid w:val="00F1129B"/>
    <w:rsid w:val="00F11DE8"/>
    <w:rsid w:val="00F149BB"/>
    <w:rsid w:val="00F176A1"/>
    <w:rsid w:val="00F20CF7"/>
    <w:rsid w:val="00F21F11"/>
    <w:rsid w:val="00F259C4"/>
    <w:rsid w:val="00F328D2"/>
    <w:rsid w:val="00F3484D"/>
    <w:rsid w:val="00F37597"/>
    <w:rsid w:val="00F401C2"/>
    <w:rsid w:val="00F41528"/>
    <w:rsid w:val="00F42656"/>
    <w:rsid w:val="00F432B5"/>
    <w:rsid w:val="00F43E6C"/>
    <w:rsid w:val="00F44E34"/>
    <w:rsid w:val="00F45CA6"/>
    <w:rsid w:val="00F50384"/>
    <w:rsid w:val="00F50723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123A"/>
    <w:rsid w:val="00F83498"/>
    <w:rsid w:val="00F868A3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7AA9"/>
    <w:rsid w:val="00FB002F"/>
    <w:rsid w:val="00FB057E"/>
    <w:rsid w:val="00FB0EDD"/>
    <w:rsid w:val="00FB18B0"/>
    <w:rsid w:val="00FB1CB3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D65C3"/>
    <w:rsid w:val="00FE0D39"/>
    <w:rsid w:val="00FE460F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A62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arne.ots@ellex.leg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.urva@finestmedia.e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gnes.kuusalu@finestmedia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i-ann.sinimaa@fin.ee" TargetMode="External"/><Relationship Id="rId10" Type="http://schemas.openxmlformats.org/officeDocument/2006/relationships/hyperlink" Target="mailto:lagle.sokmann@smit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smit@smit.ee" TargetMode="External"/><Relationship Id="rId14" Type="http://schemas.openxmlformats.org/officeDocument/2006/relationships/hyperlink" Target="mailto:kristi.traagel@ellex.lega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41</TotalTime>
  <Pages>1</Pages>
  <Words>319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6</cp:revision>
  <cp:lastPrinted>2022-12-05T10:58:00Z</cp:lastPrinted>
  <dcterms:created xsi:type="dcterms:W3CDTF">2024-01-10T07:01:00Z</dcterms:created>
  <dcterms:modified xsi:type="dcterms:W3CDTF">2024-01-10T08:36:00Z</dcterms:modified>
</cp:coreProperties>
</file>